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280EE63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51C9" w:rsidRPr="002B074F">
        <w:rPr>
          <w:rFonts w:ascii="Corbel" w:hAnsi="Corbel"/>
          <w:b/>
          <w:smallCaps/>
          <w:sz w:val="24"/>
          <w:szCs w:val="24"/>
        </w:rPr>
        <w:t>2022/2023-202</w:t>
      </w:r>
      <w:r w:rsidR="006C51C9">
        <w:rPr>
          <w:rFonts w:ascii="Corbel" w:hAnsi="Corbel"/>
          <w:b/>
          <w:smallCaps/>
          <w:sz w:val="24"/>
          <w:szCs w:val="24"/>
        </w:rPr>
        <w:t>3</w:t>
      </w:r>
      <w:r w:rsidR="006C51C9" w:rsidRPr="002B074F">
        <w:rPr>
          <w:rFonts w:ascii="Corbel" w:hAnsi="Corbel"/>
          <w:b/>
          <w:smallCaps/>
          <w:sz w:val="24"/>
          <w:szCs w:val="24"/>
        </w:rPr>
        <w:t>/202</w:t>
      </w:r>
      <w:r w:rsidR="006C51C9">
        <w:rPr>
          <w:rFonts w:ascii="Corbel" w:hAnsi="Corbel"/>
          <w:b/>
          <w:smallCaps/>
          <w:sz w:val="24"/>
          <w:szCs w:val="24"/>
        </w:rPr>
        <w:t>4</w:t>
      </w:r>
      <w:r w:rsidR="006C51C9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31F67F2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762DF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881ABD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277E9462" w:rsidR="0085747A" w:rsidRPr="009C54AE" w:rsidRDefault="00244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40F8">
              <w:rPr>
                <w:rFonts w:ascii="Corbel" w:hAnsi="Corbel"/>
                <w:b w:val="0"/>
                <w:sz w:val="24"/>
                <w:szCs w:val="24"/>
              </w:rPr>
              <w:t>Wybrane problemy administracji świadczącej</w:t>
            </w:r>
          </w:p>
        </w:tc>
      </w:tr>
      <w:tr w:rsidR="0085747A" w:rsidRPr="009C54AE" w14:paraId="56C69E9C" w14:textId="77777777" w:rsidTr="00881ABD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6CE8C2B8" w:rsidR="0085747A" w:rsidRPr="009C54AE" w:rsidRDefault="00A07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27">
              <w:rPr>
                <w:rFonts w:ascii="Corbel" w:hAnsi="Corbel"/>
                <w:b w:val="0"/>
                <w:sz w:val="24"/>
                <w:szCs w:val="24"/>
              </w:rPr>
              <w:t>A2SO16</w:t>
            </w:r>
          </w:p>
        </w:tc>
      </w:tr>
      <w:tr w:rsidR="0085747A" w:rsidRPr="009C54AE" w14:paraId="04B7DE72" w14:textId="77777777" w:rsidTr="00881ABD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11B07620" w:rsidR="0085747A" w:rsidRPr="009C54AE" w:rsidRDefault="0068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5F1DCA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D1D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D1D9C"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9C54AE" w14:paraId="690D3582" w14:textId="77777777" w:rsidTr="00881ABD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42A76695" w:rsidR="0085747A" w:rsidRPr="009C54AE" w:rsidRDefault="009F7F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</w:t>
            </w:r>
            <w:r w:rsidR="005F1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Administracji</w:t>
            </w:r>
          </w:p>
        </w:tc>
      </w:tr>
      <w:tr w:rsidR="0085747A" w:rsidRPr="009C54AE" w14:paraId="6EDF4A49" w14:textId="77777777" w:rsidTr="00881ABD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881ABD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3BF75102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54440E7" w14:textId="77777777" w:rsidTr="00881ABD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2E37A9C" w14:textId="77777777" w:rsidTr="00881ABD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1A7E4C8F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881ABD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15B145F8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rok/ </w:t>
            </w:r>
            <w:r w:rsidR="006C0AFD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B70A412" w14:textId="77777777" w:rsidTr="00881ABD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02CD7E6B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>-specjalizaycjny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006D56A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9C54AE" w14:paraId="683DC039" w14:textId="77777777" w:rsidTr="00881ABD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81ABD" w:rsidRPr="009C54AE" w14:paraId="6D58EFB8" w14:textId="77777777" w:rsidTr="00881ABD">
        <w:tc>
          <w:tcPr>
            <w:tcW w:w="2694" w:type="dxa"/>
            <w:vAlign w:val="center"/>
          </w:tcPr>
          <w:p w14:paraId="24042AC4" w14:textId="77777777" w:rsidR="00881ABD" w:rsidRPr="009C54AE" w:rsidRDefault="00881ABD" w:rsidP="00881A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13825583" w:rsidR="00881ABD" w:rsidRPr="009C54AE" w:rsidRDefault="00BD73BB" w:rsidP="0088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BB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  <w:r w:rsidRPr="00BD73BB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BD73BB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BD73BB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81ABD" w:rsidRPr="009C54AE" w14:paraId="1C5B2BB9" w14:textId="77777777" w:rsidTr="00881ABD">
        <w:tc>
          <w:tcPr>
            <w:tcW w:w="2694" w:type="dxa"/>
            <w:vAlign w:val="center"/>
          </w:tcPr>
          <w:p w14:paraId="07F1532B" w14:textId="77777777" w:rsidR="00881ABD" w:rsidRPr="009C54AE" w:rsidRDefault="00881ABD" w:rsidP="00881A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2B26E789" w:rsidR="00881ABD" w:rsidRPr="009C54AE" w:rsidRDefault="00BD73BB" w:rsidP="0088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BB">
              <w:rPr>
                <w:rFonts w:ascii="Corbel" w:hAnsi="Corbel"/>
                <w:b w:val="0"/>
                <w:sz w:val="24"/>
                <w:szCs w:val="24"/>
              </w:rPr>
              <w:t>mgr Agata Fiołek</w:t>
            </w:r>
            <w:r w:rsidRPr="00BD73BB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BD73BB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7C19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7C19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613D71FC" w:rsidR="00015B8F" w:rsidRPr="009C54AE" w:rsidRDefault="00881A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738248A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3D54C3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267E0C0" w:rsidR="00015B8F" w:rsidRPr="009C54AE" w:rsidRDefault="002533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52D353E" w:rsidR="00015B8F" w:rsidRPr="009C54AE" w:rsidRDefault="00AA6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BD73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D73B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D73B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3EF8AB" w14:textId="1383C62F" w:rsidR="00071105" w:rsidRPr="00CB4504" w:rsidRDefault="00AA6A2A" w:rsidP="000711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Konwersatorium</w:t>
      </w:r>
      <w:r w:rsidR="00C2018D">
        <w:rPr>
          <w:rFonts w:ascii="Corbel" w:hAnsi="Corbel"/>
          <w:b w:val="0"/>
          <w:szCs w:val="24"/>
        </w:rPr>
        <w:t>: zaliczenie z oceną</w:t>
      </w: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5395F390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jej </w:t>
            </w:r>
            <w:r w:rsidR="00A41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głównych sfer </w:t>
            </w:r>
            <w:r w:rsidR="007762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</w:t>
            </w:r>
            <w:r w:rsidR="00A41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0156D" w:rsidRPr="009C54AE" w14:paraId="66B61722" w14:textId="77777777" w:rsidTr="0010156D">
        <w:tc>
          <w:tcPr>
            <w:tcW w:w="845" w:type="dxa"/>
            <w:vAlign w:val="center"/>
          </w:tcPr>
          <w:p w14:paraId="0CEBFA8E" w14:textId="77777777" w:rsidR="0010156D" w:rsidRPr="009C54AE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590DA1" w14:textId="50824B9C" w:rsidR="0010156D" w:rsidRPr="0046136A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Celem przedmiotu jest zapoznanie studenta z 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 sferami działalności administracji publicznej, w tym w szczególności administracji świadczącej.</w:t>
            </w:r>
          </w:p>
        </w:tc>
      </w:tr>
      <w:tr w:rsidR="0010156D" w:rsidRPr="009C54AE" w14:paraId="1E490D16" w14:textId="77777777" w:rsidTr="0010156D">
        <w:tc>
          <w:tcPr>
            <w:tcW w:w="845" w:type="dxa"/>
            <w:vAlign w:val="center"/>
          </w:tcPr>
          <w:p w14:paraId="72A27101" w14:textId="0E385C88" w:rsidR="0010156D" w:rsidRPr="009C54AE" w:rsidRDefault="0010156D" w:rsidP="00EA47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57AF3" w14:textId="4083ACF4" w:rsidR="0010156D" w:rsidRPr="0046136A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Celem przedmiotu jest również zdobycie przez studenta umiejętności i poznanie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mechanizmów oraz instytucji w obszarze administracji świadczącej.</w:t>
            </w:r>
          </w:p>
        </w:tc>
      </w:tr>
      <w:tr w:rsidR="0010156D" w:rsidRPr="009C54AE" w14:paraId="458C54B9" w14:textId="77777777" w:rsidTr="0010156D">
        <w:tc>
          <w:tcPr>
            <w:tcW w:w="845" w:type="dxa"/>
            <w:vAlign w:val="center"/>
          </w:tcPr>
          <w:p w14:paraId="7387C67A" w14:textId="77777777" w:rsidR="0010156D" w:rsidRPr="009C54AE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675" w:type="dxa"/>
          </w:tcPr>
          <w:p w14:paraId="2B18AE35" w14:textId="77777777" w:rsidR="0010156D" w:rsidRPr="009C54AE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B43051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9C54AE" w14:paraId="276813DA" w14:textId="77777777" w:rsidTr="00B43051">
        <w:tc>
          <w:tcPr>
            <w:tcW w:w="1679" w:type="dxa"/>
          </w:tcPr>
          <w:p w14:paraId="308BDDE1" w14:textId="77777777" w:rsidR="00A0649B" w:rsidRDefault="00A0649B" w:rsidP="00A06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774F953" w14:textId="77777777" w:rsidR="00A0649B" w:rsidRPr="009C54AE" w:rsidRDefault="00A0649B" w:rsidP="00A064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3029FC1" w14:textId="77777777" w:rsidR="00C70C0C" w:rsidRPr="00C70C0C" w:rsidRDefault="00C70C0C" w:rsidP="00C70C0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</w:p>
          <w:p w14:paraId="3D8DDAB7" w14:textId="16B7704E" w:rsidR="00A0649B" w:rsidRPr="009C54AE" w:rsidRDefault="00C70C0C" w:rsidP="00C70C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  <w:vAlign w:val="center"/>
          </w:tcPr>
          <w:p w14:paraId="30511A06" w14:textId="77777777" w:rsidR="00A0649B" w:rsidRDefault="00C70C0C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60C7819" w14:textId="0C7CF1B3" w:rsidR="007478CE" w:rsidRPr="009C54AE" w:rsidRDefault="007478CE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649B" w:rsidRPr="009C54AE" w14:paraId="3AD2EE9A" w14:textId="77777777" w:rsidTr="00B43051">
        <w:tc>
          <w:tcPr>
            <w:tcW w:w="1679" w:type="dxa"/>
          </w:tcPr>
          <w:p w14:paraId="5FCCC833" w14:textId="00CBCDB2" w:rsidR="00A0649B" w:rsidRPr="009C54AE" w:rsidRDefault="00A0649B" w:rsidP="00A0649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  <w:vAlign w:val="center"/>
          </w:tcPr>
          <w:p w14:paraId="373F74FA" w14:textId="77777777" w:rsidR="00B43051" w:rsidRPr="00B43051" w:rsidRDefault="00B43051" w:rsidP="00B4305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14:paraId="4E2927CA" w14:textId="18775F15" w:rsidR="00A0649B" w:rsidRPr="009C54AE" w:rsidRDefault="00B43051" w:rsidP="00B430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vAlign w:val="center"/>
          </w:tcPr>
          <w:p w14:paraId="1BE8535E" w14:textId="43B91669" w:rsidR="00A0649B" w:rsidRPr="009C54AE" w:rsidRDefault="00B43051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016C6" w:rsidRPr="009C54AE" w14:paraId="2E1AABC3" w14:textId="77777777" w:rsidTr="00B43051">
        <w:tc>
          <w:tcPr>
            <w:tcW w:w="1679" w:type="dxa"/>
          </w:tcPr>
          <w:p w14:paraId="4E2ED729" w14:textId="423B802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7822C54" w14:textId="77777777" w:rsidR="00B016C6" w:rsidRPr="00C049B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</w:p>
          <w:p w14:paraId="760112B0" w14:textId="77EB4025" w:rsidR="00B016C6" w:rsidRPr="00F81D8A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6A5C30D4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E6BD96A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6DF21" w14:textId="72526CE4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16C6" w:rsidRPr="009C54AE" w14:paraId="3CB0D8AC" w14:textId="77777777" w:rsidTr="00B43051">
        <w:tc>
          <w:tcPr>
            <w:tcW w:w="1679" w:type="dxa"/>
          </w:tcPr>
          <w:p w14:paraId="4A58F7D7" w14:textId="7FB08CD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228E046" w14:textId="4D01DF4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0530D039" w14:textId="65F4C564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9C54AE" w14:paraId="07709059" w14:textId="77777777" w:rsidTr="00B43051">
        <w:tc>
          <w:tcPr>
            <w:tcW w:w="1679" w:type="dxa"/>
          </w:tcPr>
          <w:p w14:paraId="3063A1A7" w14:textId="33172BA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93D5EB4" w14:textId="2ED6C59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2CB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426713D4" w14:textId="635F75BC" w:rsidR="00B016C6" w:rsidRPr="00B43051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9C54AE" w14:paraId="084A4319" w14:textId="77777777" w:rsidTr="00B43051">
        <w:trPr>
          <w:trHeight w:val="1499"/>
        </w:trPr>
        <w:tc>
          <w:tcPr>
            <w:tcW w:w="1679" w:type="dxa"/>
          </w:tcPr>
          <w:p w14:paraId="6F8FCB62" w14:textId="1AF29E15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7A7A570C" w14:textId="372D378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E0B">
              <w:rPr>
                <w:rFonts w:ascii="Corbel" w:hAnsi="Corbel"/>
                <w:b w:val="0"/>
                <w:smallCaps w:val="0"/>
                <w:szCs w:val="24"/>
              </w:rPr>
              <w:t xml:space="preserve">Potrafi właściwie dobierać źródła oraz informacje, pozyskiwać dane dla analizowania procesów i zjawisk a także prawidłowo posługiwać się wiedzą z zakresu nauk o prawie i administracji oraz podstawową wiedzą </w:t>
            </w:r>
            <w:r w:rsidRPr="00A24E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interdyscyplinarną do przygotowania rozwiązań problemów;</w:t>
            </w:r>
          </w:p>
        </w:tc>
        <w:tc>
          <w:tcPr>
            <w:tcW w:w="1865" w:type="dxa"/>
          </w:tcPr>
          <w:p w14:paraId="426A6FA7" w14:textId="08F9508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K_U03</w:t>
            </w:r>
          </w:p>
        </w:tc>
      </w:tr>
      <w:tr w:rsidR="00B016C6" w:rsidRPr="009C54AE" w14:paraId="1F065476" w14:textId="77777777" w:rsidTr="00B43051">
        <w:tc>
          <w:tcPr>
            <w:tcW w:w="1679" w:type="dxa"/>
          </w:tcPr>
          <w:p w14:paraId="21783D92" w14:textId="38E5952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2D847103" w14:textId="77777777" w:rsidR="00B016C6" w:rsidRPr="00E207C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sądowego i administracyjnego, a także</w:t>
            </w:r>
          </w:p>
          <w:p w14:paraId="1CDEC935" w14:textId="4CF058E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29D9AE74" w14:textId="4E060FF6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016C6" w:rsidRPr="009C54AE" w14:paraId="6BFB0680" w14:textId="77777777" w:rsidTr="00B43051">
        <w:tc>
          <w:tcPr>
            <w:tcW w:w="1679" w:type="dxa"/>
          </w:tcPr>
          <w:p w14:paraId="2F3D5200" w14:textId="11A5B5F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14:paraId="1860FF6F" w14:textId="77777777" w:rsidR="00B016C6" w:rsidRPr="000D4F4E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14:paraId="5E7F92D4" w14:textId="5C33F32E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F30BE22" w14:textId="1B628B4B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016C6" w:rsidRPr="009C54AE" w14:paraId="62B5EFA5" w14:textId="77777777" w:rsidTr="00B43051">
        <w:tc>
          <w:tcPr>
            <w:tcW w:w="1679" w:type="dxa"/>
          </w:tcPr>
          <w:p w14:paraId="58FBBF12" w14:textId="750AE50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</w:tcPr>
          <w:p w14:paraId="4CDDF1B3" w14:textId="6DE20B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3E9">
              <w:rPr>
                <w:rFonts w:ascii="Corbel" w:hAnsi="Corbel"/>
                <w:b w:val="0"/>
                <w:smallCaps w:val="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98E49E6" w14:textId="567FD9B3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9C54AE" w14:paraId="5F832EB8" w14:textId="77777777" w:rsidTr="00B43051">
        <w:tc>
          <w:tcPr>
            <w:tcW w:w="1679" w:type="dxa"/>
          </w:tcPr>
          <w:p w14:paraId="36A3AA4F" w14:textId="6D87D54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</w:tcPr>
          <w:p w14:paraId="77A6F683" w14:textId="77777777" w:rsidR="00B016C6" w:rsidRPr="00AA20BA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</w:p>
          <w:p w14:paraId="3FC9668D" w14:textId="5B4BEFD5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2C6FFE80" w14:textId="7D4ECE3F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9C54AE" w14:paraId="6920F2A8" w14:textId="77777777" w:rsidTr="00B43051">
        <w:tc>
          <w:tcPr>
            <w:tcW w:w="1679" w:type="dxa"/>
          </w:tcPr>
          <w:p w14:paraId="3503151B" w14:textId="63E4AEE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6" w:type="dxa"/>
          </w:tcPr>
          <w:p w14:paraId="1C9E9CD9" w14:textId="77777777" w:rsidR="00B016C6" w:rsidRPr="00B016C6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</w:p>
          <w:p w14:paraId="524D7D6E" w14:textId="0BF3F0AD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01D1CFE3" w14:textId="7F4AC41C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D26327" w14:textId="77777777" w:rsidR="0023579F" w:rsidRPr="009C54AE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F4223D" w14:paraId="3B466619" w14:textId="77777777" w:rsidTr="00B720EA">
        <w:tc>
          <w:tcPr>
            <w:tcW w:w="9520" w:type="dxa"/>
          </w:tcPr>
          <w:p w14:paraId="6AEDAE58" w14:textId="77777777" w:rsidR="0023579F" w:rsidRPr="00F4223D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F4223D" w14:paraId="021C9747" w14:textId="77777777" w:rsidTr="00B720EA">
        <w:tc>
          <w:tcPr>
            <w:tcW w:w="9520" w:type="dxa"/>
          </w:tcPr>
          <w:p w14:paraId="16C797F0" w14:textId="3A850129" w:rsidR="0023579F" w:rsidRPr="00F4223D" w:rsidRDefault="0023579F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 </w:t>
            </w:r>
            <w:r w:rsidR="00CA52DE">
              <w:rPr>
                <w:rFonts w:ascii="Corbel" w:hAnsi="Corbel"/>
                <w:sz w:val="24"/>
                <w:szCs w:val="24"/>
              </w:rPr>
              <w:t>Główne sfery działania administracji publicznej. Pojęcie administracji świadczącej.</w:t>
            </w:r>
          </w:p>
        </w:tc>
      </w:tr>
      <w:tr w:rsidR="002D348B" w:rsidRPr="00F4223D" w14:paraId="5470AFFD" w14:textId="77777777" w:rsidTr="00B720EA">
        <w:tc>
          <w:tcPr>
            <w:tcW w:w="9520" w:type="dxa"/>
          </w:tcPr>
          <w:p w14:paraId="2B3CBECE" w14:textId="14B64438" w:rsidR="002D348B" w:rsidRPr="00F4223D" w:rsidRDefault="002D348B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D348B">
              <w:rPr>
                <w:rFonts w:ascii="Corbel" w:hAnsi="Corbel"/>
                <w:sz w:val="24"/>
                <w:szCs w:val="24"/>
              </w:rPr>
              <w:t>Rozwój instytucji administracji świadczącej-rys historyczny.</w:t>
            </w:r>
          </w:p>
        </w:tc>
      </w:tr>
      <w:tr w:rsidR="00A54135" w:rsidRPr="00F4223D" w14:paraId="67C699EA" w14:textId="77777777" w:rsidTr="00B720EA">
        <w:tc>
          <w:tcPr>
            <w:tcW w:w="9520" w:type="dxa"/>
          </w:tcPr>
          <w:p w14:paraId="1FED258F" w14:textId="7C76D9E4" w:rsidR="00A54135" w:rsidRPr="005E4477" w:rsidRDefault="002D348B" w:rsidP="005E44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D348B">
              <w:rPr>
                <w:rFonts w:ascii="Corbel" w:hAnsi="Corbel"/>
                <w:sz w:val="24"/>
                <w:szCs w:val="24"/>
              </w:rPr>
              <w:t>Formy instytucjonalne w obszarze administracji świadczącej (zakład administracyjny, przedsiębiorstwo użyteczności publicznej i in</w:t>
            </w:r>
            <w:r w:rsidR="005E4477">
              <w:rPr>
                <w:rFonts w:ascii="Corbel" w:hAnsi="Corbel"/>
                <w:sz w:val="24"/>
                <w:szCs w:val="24"/>
              </w:rPr>
              <w:t>.</w:t>
            </w:r>
            <w:r w:rsidRPr="002D348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579F" w:rsidRPr="00F4223D" w14:paraId="536135A8" w14:textId="77777777" w:rsidTr="00B720EA">
        <w:tc>
          <w:tcPr>
            <w:tcW w:w="9520" w:type="dxa"/>
          </w:tcPr>
          <w:p w14:paraId="03A28E20" w14:textId="77777777" w:rsidR="002D348B" w:rsidRPr="002D348B" w:rsidRDefault="002D348B" w:rsidP="002D348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D348B">
              <w:rPr>
                <w:rFonts w:ascii="Corbel" w:hAnsi="Corbel"/>
                <w:sz w:val="24"/>
                <w:szCs w:val="24"/>
              </w:rPr>
              <w:t xml:space="preserve">Formy świadczeń i sposoby zaangażowania administracji w udzielanie </w:t>
            </w:r>
          </w:p>
          <w:p w14:paraId="1DE41E0A" w14:textId="48D2C897" w:rsidR="0023579F" w:rsidRPr="00E77607" w:rsidRDefault="00E832D7" w:rsidP="00E7760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="002D348B" w:rsidRPr="002D348B">
              <w:rPr>
                <w:rFonts w:ascii="Corbel" w:hAnsi="Corbel"/>
                <w:sz w:val="24"/>
                <w:szCs w:val="24"/>
              </w:rPr>
              <w:t>wiadczeń</w:t>
            </w:r>
            <w:r w:rsidR="00452D11">
              <w:rPr>
                <w:rFonts w:ascii="Corbel" w:hAnsi="Corbel"/>
                <w:sz w:val="24"/>
                <w:szCs w:val="24"/>
              </w:rPr>
              <w:t xml:space="preserve"> (bezpośrednie organizowanie, udzielanie, zlecanie podmiotom zewnętrznym- ekonomizacja, kontraktowanie</w:t>
            </w:r>
            <w:r w:rsidR="00E77607">
              <w:rPr>
                <w:rFonts w:ascii="Corbel" w:hAnsi="Corbel"/>
                <w:sz w:val="24"/>
                <w:szCs w:val="24"/>
              </w:rPr>
              <w:t>, i in.)</w:t>
            </w:r>
          </w:p>
        </w:tc>
      </w:tr>
      <w:tr w:rsidR="0023579F" w:rsidRPr="00F4223D" w14:paraId="6718C864" w14:textId="77777777" w:rsidTr="00B720EA">
        <w:tc>
          <w:tcPr>
            <w:tcW w:w="9520" w:type="dxa"/>
          </w:tcPr>
          <w:p w14:paraId="7BC8F2D5" w14:textId="17B0BC7A" w:rsidR="0023579F" w:rsidRPr="00F4223D" w:rsidRDefault="00B52F26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świadcząca w</w:t>
            </w:r>
            <w:r w:rsidR="008C5476">
              <w:rPr>
                <w:rFonts w:ascii="Corbel" w:hAnsi="Corbel"/>
                <w:sz w:val="24"/>
                <w:szCs w:val="24"/>
              </w:rPr>
              <w:t xml:space="preserve"> wybranych obszarach:</w:t>
            </w:r>
            <w:r>
              <w:rPr>
                <w:rFonts w:ascii="Corbel" w:hAnsi="Corbel"/>
                <w:sz w:val="24"/>
                <w:szCs w:val="24"/>
              </w:rPr>
              <w:t xml:space="preserve">  pomoc społecznej</w:t>
            </w:r>
            <w:r w:rsidR="00136C54">
              <w:rPr>
                <w:rFonts w:ascii="Corbel" w:hAnsi="Corbel"/>
                <w:sz w:val="24"/>
                <w:szCs w:val="24"/>
              </w:rPr>
              <w:t>, oświata, ochrona zdrowia</w:t>
            </w:r>
            <w:r w:rsidR="00E832D7">
              <w:rPr>
                <w:rFonts w:ascii="Corbel" w:hAnsi="Corbel"/>
                <w:sz w:val="24"/>
                <w:szCs w:val="24"/>
              </w:rPr>
              <w:t xml:space="preserve"> i</w:t>
            </w:r>
            <w:r w:rsidR="0021267B">
              <w:rPr>
                <w:rFonts w:ascii="Corbel" w:hAnsi="Corbel"/>
                <w:sz w:val="24"/>
                <w:szCs w:val="24"/>
              </w:rPr>
              <w:t xml:space="preserve"> in</w:t>
            </w:r>
            <w:r w:rsidR="00E832D7">
              <w:rPr>
                <w:rFonts w:ascii="Corbel" w:hAnsi="Corbel"/>
                <w:sz w:val="24"/>
                <w:szCs w:val="24"/>
              </w:rPr>
              <w:t>.)</w:t>
            </w:r>
          </w:p>
        </w:tc>
      </w:tr>
      <w:tr w:rsidR="0023579F" w:rsidRPr="00F4223D" w14:paraId="10C852FB" w14:textId="77777777" w:rsidTr="00B720EA">
        <w:tc>
          <w:tcPr>
            <w:tcW w:w="9520" w:type="dxa"/>
          </w:tcPr>
          <w:p w14:paraId="3CCC9DA3" w14:textId="77D3C039" w:rsidR="0023579F" w:rsidRPr="00F4223D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CF13D" w14:textId="3582D271" w:rsidR="00E960BB" w:rsidRPr="008D50AC" w:rsidRDefault="0023579F" w:rsidP="008D50AC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konwersatorium</w:t>
      </w:r>
      <w:r w:rsidR="00A53ADF">
        <w:rPr>
          <w:rFonts w:ascii="Corbel" w:hAnsi="Corbel"/>
          <w:i/>
          <w:sz w:val="20"/>
          <w:szCs w:val="20"/>
        </w:rPr>
        <w:t>:</w:t>
      </w:r>
      <w:r w:rsidR="008D50AC" w:rsidRPr="008D50AC">
        <w:t xml:space="preserve"> </w:t>
      </w:r>
      <w:r w:rsidR="008D50AC" w:rsidRPr="008D50AC">
        <w:rPr>
          <w:rFonts w:ascii="Corbel" w:hAnsi="Corbel"/>
          <w:i/>
          <w:sz w:val="20"/>
          <w:szCs w:val="20"/>
        </w:rPr>
        <w:t>metoda projektów, praca w grupach, dyskusja, analiza przypadków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9C59AC">
        <w:tc>
          <w:tcPr>
            <w:tcW w:w="1962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B660F6" w14:textId="77777777" w:rsidTr="009C59AC">
        <w:tc>
          <w:tcPr>
            <w:tcW w:w="1962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C511A5C" w14:textId="6BBA43E6" w:rsidR="0085747A" w:rsidRPr="00D20863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E6D006E" w14:textId="6A292C63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0B78EFC9" w14:textId="77777777" w:rsidTr="009C59AC">
        <w:tc>
          <w:tcPr>
            <w:tcW w:w="1962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C44E58A" w14:textId="3B016D2F" w:rsidR="0085747A" w:rsidRPr="009C54AE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A26BEF8" w14:textId="5DD49A5D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</w:t>
            </w:r>
            <w:r w:rsidR="008D3742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8D374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49D732E6" w14:textId="77777777" w:rsidTr="009C59AC">
        <w:tc>
          <w:tcPr>
            <w:tcW w:w="1962" w:type="dxa"/>
          </w:tcPr>
          <w:p w14:paraId="0BC2104D" w14:textId="14024F6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EF806C8" w14:textId="7809879A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7C28F1F5" w14:textId="29AC2A7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33001785" w14:textId="77777777" w:rsidTr="009C59AC">
        <w:tc>
          <w:tcPr>
            <w:tcW w:w="1962" w:type="dxa"/>
          </w:tcPr>
          <w:p w14:paraId="2381FABB" w14:textId="1578654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C7CA6AF" w14:textId="37DE80C1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5135DBD" w14:textId="4CE5FC4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41F8B16F" w14:textId="77777777" w:rsidTr="009C59AC">
        <w:tc>
          <w:tcPr>
            <w:tcW w:w="1962" w:type="dxa"/>
          </w:tcPr>
          <w:p w14:paraId="114B4EAF" w14:textId="63FFDAB3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11651E4" w14:textId="71A0CD48" w:rsidR="008D3742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05041CA" w14:textId="2E0D3DD0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10BCC787" w14:textId="77777777" w:rsidTr="009C59AC">
        <w:tc>
          <w:tcPr>
            <w:tcW w:w="1962" w:type="dxa"/>
          </w:tcPr>
          <w:p w14:paraId="514AA2F8" w14:textId="6B4F8CA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75AD923" w14:textId="4934DFF8" w:rsidR="008D3742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348F3C6" w14:textId="4D09299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701D98EB" w14:textId="77777777" w:rsidTr="009C59AC">
        <w:tc>
          <w:tcPr>
            <w:tcW w:w="1962" w:type="dxa"/>
          </w:tcPr>
          <w:p w14:paraId="7BAADB5D" w14:textId="60B49C8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4AE82BB" w14:textId="25AA6C1D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5DA3B32" w14:textId="738DFF5D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5F89D5A4" w14:textId="77777777" w:rsidTr="009C59AC">
        <w:tc>
          <w:tcPr>
            <w:tcW w:w="1962" w:type="dxa"/>
          </w:tcPr>
          <w:p w14:paraId="6E9765D9" w14:textId="35B0633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412B32D0" w14:textId="7BD082AA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1492E81" w14:textId="298A8DBF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7C84B6A0" w14:textId="77777777" w:rsidTr="009C59AC">
        <w:tc>
          <w:tcPr>
            <w:tcW w:w="1962" w:type="dxa"/>
          </w:tcPr>
          <w:p w14:paraId="3723587C" w14:textId="63B7466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62065773" w14:textId="1A71238D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2855BEC8" w14:textId="436C8EB6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50E7B0FB" w14:textId="77777777" w:rsidTr="009C59AC">
        <w:tc>
          <w:tcPr>
            <w:tcW w:w="1962" w:type="dxa"/>
          </w:tcPr>
          <w:p w14:paraId="1E3633A0" w14:textId="1DAA7E0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2067417E" w14:textId="78AAC09C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4483360" w14:textId="36ABAA0B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9C54AE" w14:paraId="0C147637" w14:textId="77777777" w:rsidTr="009C59AC">
        <w:tc>
          <w:tcPr>
            <w:tcW w:w="1962" w:type="dxa"/>
          </w:tcPr>
          <w:p w14:paraId="529C3CBC" w14:textId="2FCB2060" w:rsidR="008D3742" w:rsidRPr="00D44AB7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4ED2ECF6" w14:textId="56D74E82" w:rsidR="008D3742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CD96C17" w14:textId="72A73E3C" w:rsidR="008D3742" w:rsidRPr="00727B0B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62DEA492" w14:textId="4083C6DE" w:rsidR="0085747A" w:rsidRPr="0042195E" w:rsidRDefault="00F55C5D" w:rsidP="0042195E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konwersatorium: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 usług publicznych w samorządzie terytorialnym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myślenia.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55C5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Aktywność oraz obecność na zajęciach.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74A5E4C6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5130F18E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5F0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0F298F79" w:rsidR="00C61DC5" w:rsidRPr="009C54AE" w:rsidRDefault="008C10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47D7816B" w:rsidR="0085747A" w:rsidRPr="009C54AE" w:rsidRDefault="008C10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2F8B04DE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4B5D1F" w14:textId="77777777" w:rsidR="00215137" w:rsidRPr="00CD6B4C" w:rsidRDefault="00EA7F69" w:rsidP="00447EBB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Blicharz, </w:t>
            </w:r>
            <w:r w:rsidRPr="00691C5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ekonomiczna jako cel prywatyzacji zadań z zakresu administracji świadczącej. Studium prawno-administracyjne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 2020. </w:t>
            </w:r>
          </w:p>
          <w:p w14:paraId="6016E2E4" w14:textId="0442BEB3" w:rsidR="00447EBB" w:rsidRPr="0042195E" w:rsidRDefault="00CD6B4C" w:rsidP="0042195E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Stasikowski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D6B4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Funkcja administracji </w:t>
            </w:r>
            <w:r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świadczącej</w:t>
            </w:r>
            <w:r w:rsid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6701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</w:t>
            </w:r>
            <w:r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6701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E0DC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Administracja : teoria, dydaktyka, praktyka</w:t>
            </w:r>
            <w:r w:rsidR="0056701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0E0DC1" w:rsidRP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2009 | nr 3(16), s.  89-115</w:t>
            </w:r>
            <w:r w:rsidR="005670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1CBE7346" w14:textId="5158F49C" w:rsidR="00005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C5CB7B" w14:textId="59ABEAFF" w:rsidR="00C543DE" w:rsidRPr="00691C58" w:rsidRDefault="00C543DE" w:rsidP="00C543DE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A. B</w:t>
            </w:r>
            <w:r w:rsidRPr="00C543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arczewska-Dziobek, Prawne formy współpracy jednostek samorządu terytorialnego z organizacjami pozarządowymi w zakresie przeciwdziałania wykluczeniu społecznemu</w:t>
            </w:r>
            <w:r w:rsidRP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I. Lipowicz, M. </w:t>
            </w:r>
            <w:proofErr w:type="spellStart"/>
            <w:r w:rsidRP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Małecka-Łyszczek</w:t>
            </w:r>
            <w:proofErr w:type="spellEnd"/>
            <w:r w:rsidRP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(red.). </w:t>
            </w:r>
            <w:r w:rsid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Ekonomia społeczna. Wykluczenie społeczne</w:t>
            </w:r>
            <w:r w:rsid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</w:t>
            </w:r>
            <w:r w:rsidRPr="006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2020,  s. 22–34.</w:t>
            </w:r>
          </w:p>
          <w:p w14:paraId="3B556171" w14:textId="4BE8F32C" w:rsidR="003A3EFB" w:rsidRDefault="005B1078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Posłuszny</w:t>
            </w:r>
            <w:r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Istota i cechy administracji świadczącej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Administracja : teoria, dydaktyka, praktyka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2005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/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nr 1</w:t>
            </w:r>
            <w:r w:rsid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s. </w:t>
            </w:r>
            <w:r w:rsidR="000E665F" w:rsidRPr="000E665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55-67</w:t>
            </w:r>
          </w:p>
          <w:p w14:paraId="4E959795" w14:textId="77777777" w:rsidR="00215137" w:rsidRPr="003C48C3" w:rsidRDefault="00853CDA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447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Sierpowska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21EA4" w:rsidRPr="00921E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Administracja świadcząca wobec zjawiska przemocy w rodzinie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Wrocławski, Wrocław 2017.</w:t>
            </w:r>
          </w:p>
          <w:p w14:paraId="6F32A79C" w14:textId="081380CC" w:rsidR="003C48C3" w:rsidRPr="00B603C5" w:rsidRDefault="00FC5D7C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447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Sierpowska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12D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społeczna jako administracja świadcząca. Studium administracyjnoprawne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412D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2012.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86DAE2C" w14:textId="5EF2687A" w:rsidR="00B603C5" w:rsidRPr="005E6F48" w:rsidRDefault="00B603C5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603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Raszewska-</w:t>
            </w:r>
            <w:proofErr w:type="spellStart"/>
            <w:r w:rsidRPr="00B603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B603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kierunku cywilizacji administracji świadczącej na tle zadań oświatowych – powierzanie zadań publicznych podmiotom niepublicznym</w:t>
            </w:r>
            <w:r w:rsidR="002D1C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w:”</w:t>
            </w:r>
            <w:r w:rsidR="002D1C25">
              <w:t xml:space="preserve"> </w:t>
            </w:r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Cywilizacja administracji publicznej. Księga jubileuszowa z okazji 80-lecia urodzin prof. </w:t>
            </w:r>
            <w:proofErr w:type="spellStart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nadzw</w:t>
            </w:r>
            <w:proofErr w:type="spellEnd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UWr</w:t>
            </w:r>
            <w:proofErr w:type="spellEnd"/>
            <w:r w:rsidR="002D1C25" w:rsidRP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dra hab. Jana Jeżewskiego</w:t>
            </w:r>
            <w:r w:rsid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2B1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Korczak, J. Szreniawski (red)</w:t>
            </w:r>
            <w:r w:rsidR="002D1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</w:t>
            </w:r>
            <w:r w:rsidR="002B1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1B454D7C" w14:textId="77777777" w:rsidR="005E6F48" w:rsidRPr="00D560DC" w:rsidRDefault="005E6F48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Sobczyk, </w:t>
            </w:r>
            <w:r w:rsidRPr="005E6F4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Zakład pracy jako zakład administracyjny</w:t>
            </w:r>
            <w:r w:rsidRP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32405" w:rsidRP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Kraków, 2020</w:t>
            </w:r>
            <w:r w:rsidR="00B32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1FF23B" w14:textId="354F2ABE" w:rsidR="00D560DC" w:rsidRPr="000E665F" w:rsidRDefault="00D560DC" w:rsidP="000E665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602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Jerzy Ochmański</w:t>
            </w:r>
            <w:r w:rsidRPr="00D560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Administracja świadcząca. Kształtowanie się idei organizatorskiej funkcji państwa w Polsce Ludowej (1944-1989), </w:t>
            </w:r>
            <w:r w:rsidRPr="00602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Naukowe UAM, Poznań 2006.</w:t>
            </w:r>
          </w:p>
        </w:tc>
      </w:tr>
    </w:tbl>
    <w:p w14:paraId="2BA3522C" w14:textId="77777777" w:rsidR="0085747A" w:rsidRPr="009C54AE" w:rsidRDefault="0085747A" w:rsidP="00BF1F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43E98" w14:textId="77777777" w:rsidR="00253886" w:rsidRDefault="00253886" w:rsidP="00C16ABF">
      <w:pPr>
        <w:spacing w:after="0" w:line="240" w:lineRule="auto"/>
      </w:pPr>
      <w:r>
        <w:separator/>
      </w:r>
    </w:p>
  </w:endnote>
  <w:endnote w:type="continuationSeparator" w:id="0">
    <w:p w14:paraId="4E0DFAD4" w14:textId="77777777" w:rsidR="00253886" w:rsidRDefault="002538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62341" w14:textId="77777777" w:rsidR="00253886" w:rsidRDefault="00253886" w:rsidP="00C16ABF">
      <w:pPr>
        <w:spacing w:after="0" w:line="240" w:lineRule="auto"/>
      </w:pPr>
      <w:r>
        <w:separator/>
      </w:r>
    </w:p>
  </w:footnote>
  <w:footnote w:type="continuationSeparator" w:id="0">
    <w:p w14:paraId="682ACD2C" w14:textId="77777777" w:rsidR="00253886" w:rsidRDefault="00253886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71852">
    <w:abstractNumId w:val="0"/>
  </w:num>
  <w:num w:numId="2" w16cid:durableId="1202787435">
    <w:abstractNumId w:val="2"/>
  </w:num>
  <w:num w:numId="3" w16cid:durableId="191404588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674D"/>
    <w:rsid w:val="0004015C"/>
    <w:rsid w:val="00042A51"/>
    <w:rsid w:val="00042D2E"/>
    <w:rsid w:val="00044538"/>
    <w:rsid w:val="00044C82"/>
    <w:rsid w:val="00070ED6"/>
    <w:rsid w:val="00071105"/>
    <w:rsid w:val="000734ED"/>
    <w:rsid w:val="000742DC"/>
    <w:rsid w:val="000770CD"/>
    <w:rsid w:val="00084C12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C7249"/>
    <w:rsid w:val="000D04B0"/>
    <w:rsid w:val="000D4F4E"/>
    <w:rsid w:val="000E0DC1"/>
    <w:rsid w:val="000E665F"/>
    <w:rsid w:val="000F0616"/>
    <w:rsid w:val="000F06B8"/>
    <w:rsid w:val="000F1C57"/>
    <w:rsid w:val="000F5615"/>
    <w:rsid w:val="0010156D"/>
    <w:rsid w:val="00102111"/>
    <w:rsid w:val="00110896"/>
    <w:rsid w:val="00124BFF"/>
    <w:rsid w:val="0012560E"/>
    <w:rsid w:val="00127108"/>
    <w:rsid w:val="00134B13"/>
    <w:rsid w:val="00136C54"/>
    <w:rsid w:val="0014611C"/>
    <w:rsid w:val="00146BC0"/>
    <w:rsid w:val="00153C41"/>
    <w:rsid w:val="00154381"/>
    <w:rsid w:val="001563D3"/>
    <w:rsid w:val="00156FA7"/>
    <w:rsid w:val="001640A7"/>
    <w:rsid w:val="00164A64"/>
    <w:rsid w:val="00164FA7"/>
    <w:rsid w:val="00166A03"/>
    <w:rsid w:val="001714DE"/>
    <w:rsid w:val="001718A7"/>
    <w:rsid w:val="001737CF"/>
    <w:rsid w:val="00174210"/>
    <w:rsid w:val="00176083"/>
    <w:rsid w:val="00177FDB"/>
    <w:rsid w:val="00192F37"/>
    <w:rsid w:val="001A1AE0"/>
    <w:rsid w:val="001A2585"/>
    <w:rsid w:val="001A70D2"/>
    <w:rsid w:val="001B3B26"/>
    <w:rsid w:val="001D657B"/>
    <w:rsid w:val="001D7B54"/>
    <w:rsid w:val="001E0209"/>
    <w:rsid w:val="001F2CA2"/>
    <w:rsid w:val="0021267B"/>
    <w:rsid w:val="002144C0"/>
    <w:rsid w:val="00215137"/>
    <w:rsid w:val="0022477D"/>
    <w:rsid w:val="002278A9"/>
    <w:rsid w:val="002336F9"/>
    <w:rsid w:val="0023579F"/>
    <w:rsid w:val="0024028F"/>
    <w:rsid w:val="002440F8"/>
    <w:rsid w:val="00244ABC"/>
    <w:rsid w:val="00251CD9"/>
    <w:rsid w:val="002533DE"/>
    <w:rsid w:val="00253541"/>
    <w:rsid w:val="00253886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1586"/>
    <w:rsid w:val="002B4D55"/>
    <w:rsid w:val="002B5EA0"/>
    <w:rsid w:val="002B6119"/>
    <w:rsid w:val="002C1F06"/>
    <w:rsid w:val="002D1C25"/>
    <w:rsid w:val="002D2839"/>
    <w:rsid w:val="002D3375"/>
    <w:rsid w:val="002D348B"/>
    <w:rsid w:val="002D73D4"/>
    <w:rsid w:val="002F02A3"/>
    <w:rsid w:val="002F3723"/>
    <w:rsid w:val="002F4ABE"/>
    <w:rsid w:val="00300D20"/>
    <w:rsid w:val="003018BA"/>
    <w:rsid w:val="0030395F"/>
    <w:rsid w:val="00305C92"/>
    <w:rsid w:val="003151C5"/>
    <w:rsid w:val="003343CF"/>
    <w:rsid w:val="00336D56"/>
    <w:rsid w:val="00346FE9"/>
    <w:rsid w:val="0034759A"/>
    <w:rsid w:val="003503F6"/>
    <w:rsid w:val="003530DD"/>
    <w:rsid w:val="00363F78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448C"/>
    <w:rsid w:val="003C0BAE"/>
    <w:rsid w:val="003C48C3"/>
    <w:rsid w:val="003D18A9"/>
    <w:rsid w:val="003D1FFA"/>
    <w:rsid w:val="003D6CE2"/>
    <w:rsid w:val="003E1941"/>
    <w:rsid w:val="003E2FE6"/>
    <w:rsid w:val="003E489D"/>
    <w:rsid w:val="003E49D5"/>
    <w:rsid w:val="003F205D"/>
    <w:rsid w:val="003F38C0"/>
    <w:rsid w:val="003F4633"/>
    <w:rsid w:val="00412D1C"/>
    <w:rsid w:val="00414E3C"/>
    <w:rsid w:val="0042195E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4702A"/>
    <w:rsid w:val="00447EBB"/>
    <w:rsid w:val="00452D11"/>
    <w:rsid w:val="0046136A"/>
    <w:rsid w:val="00461EFC"/>
    <w:rsid w:val="004646B9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6895"/>
    <w:rsid w:val="004873E9"/>
    <w:rsid w:val="00490F7D"/>
    <w:rsid w:val="00491678"/>
    <w:rsid w:val="004968E2"/>
    <w:rsid w:val="004A3EEA"/>
    <w:rsid w:val="004A4D1F"/>
    <w:rsid w:val="004B17FC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635B1"/>
    <w:rsid w:val="00565A31"/>
    <w:rsid w:val="00565E89"/>
    <w:rsid w:val="0056696D"/>
    <w:rsid w:val="00567011"/>
    <w:rsid w:val="00572E1C"/>
    <w:rsid w:val="0059484D"/>
    <w:rsid w:val="005A0855"/>
    <w:rsid w:val="005A133C"/>
    <w:rsid w:val="005A3196"/>
    <w:rsid w:val="005B1078"/>
    <w:rsid w:val="005C080F"/>
    <w:rsid w:val="005C55E5"/>
    <w:rsid w:val="005C67C5"/>
    <w:rsid w:val="005C696A"/>
    <w:rsid w:val="005C7657"/>
    <w:rsid w:val="005E4477"/>
    <w:rsid w:val="005E6E85"/>
    <w:rsid w:val="005E6F48"/>
    <w:rsid w:val="005F1DCA"/>
    <w:rsid w:val="005F31D2"/>
    <w:rsid w:val="005F62B8"/>
    <w:rsid w:val="00602CB5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1C58"/>
    <w:rsid w:val="00696477"/>
    <w:rsid w:val="006A31C1"/>
    <w:rsid w:val="006A355D"/>
    <w:rsid w:val="006C0AFD"/>
    <w:rsid w:val="006C51C9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1CCF"/>
    <w:rsid w:val="0071620A"/>
    <w:rsid w:val="00724677"/>
    <w:rsid w:val="00725459"/>
    <w:rsid w:val="007327BD"/>
    <w:rsid w:val="00734608"/>
    <w:rsid w:val="00745302"/>
    <w:rsid w:val="007461D6"/>
    <w:rsid w:val="00746EC8"/>
    <w:rsid w:val="007478CE"/>
    <w:rsid w:val="00753B70"/>
    <w:rsid w:val="0076370B"/>
    <w:rsid w:val="00763BF1"/>
    <w:rsid w:val="00766FD4"/>
    <w:rsid w:val="0076763D"/>
    <w:rsid w:val="007762DF"/>
    <w:rsid w:val="0078168C"/>
    <w:rsid w:val="00783F38"/>
    <w:rsid w:val="00787C2A"/>
    <w:rsid w:val="00790E27"/>
    <w:rsid w:val="007A3025"/>
    <w:rsid w:val="007A4022"/>
    <w:rsid w:val="007A4465"/>
    <w:rsid w:val="007A6E6E"/>
    <w:rsid w:val="007C19B8"/>
    <w:rsid w:val="007C3299"/>
    <w:rsid w:val="007C3BCC"/>
    <w:rsid w:val="007C4546"/>
    <w:rsid w:val="007C6FA4"/>
    <w:rsid w:val="007D6E56"/>
    <w:rsid w:val="007F4155"/>
    <w:rsid w:val="0081554D"/>
    <w:rsid w:val="00816958"/>
    <w:rsid w:val="0081707E"/>
    <w:rsid w:val="0083334B"/>
    <w:rsid w:val="008449B3"/>
    <w:rsid w:val="00853CDA"/>
    <w:rsid w:val="008552A2"/>
    <w:rsid w:val="0085747A"/>
    <w:rsid w:val="00881ABD"/>
    <w:rsid w:val="00884922"/>
    <w:rsid w:val="00885F64"/>
    <w:rsid w:val="008917F9"/>
    <w:rsid w:val="008932FF"/>
    <w:rsid w:val="00895219"/>
    <w:rsid w:val="008A45F7"/>
    <w:rsid w:val="008C0CC0"/>
    <w:rsid w:val="008C10BE"/>
    <w:rsid w:val="008C19A9"/>
    <w:rsid w:val="008C379D"/>
    <w:rsid w:val="008C507D"/>
    <w:rsid w:val="008C5147"/>
    <w:rsid w:val="008C5359"/>
    <w:rsid w:val="008C5363"/>
    <w:rsid w:val="008C5476"/>
    <w:rsid w:val="008D17B5"/>
    <w:rsid w:val="008D3742"/>
    <w:rsid w:val="008D3DFB"/>
    <w:rsid w:val="008D50AC"/>
    <w:rsid w:val="008E64F4"/>
    <w:rsid w:val="008E6857"/>
    <w:rsid w:val="008F12C9"/>
    <w:rsid w:val="008F39DC"/>
    <w:rsid w:val="008F6E29"/>
    <w:rsid w:val="009066D9"/>
    <w:rsid w:val="00916188"/>
    <w:rsid w:val="00921EA4"/>
    <w:rsid w:val="00923D7D"/>
    <w:rsid w:val="00924C38"/>
    <w:rsid w:val="009301FD"/>
    <w:rsid w:val="009309BC"/>
    <w:rsid w:val="009508DF"/>
    <w:rsid w:val="00950DAC"/>
    <w:rsid w:val="00954A07"/>
    <w:rsid w:val="00997F14"/>
    <w:rsid w:val="00997F9A"/>
    <w:rsid w:val="009A78D9"/>
    <w:rsid w:val="009A7B1C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29DD"/>
    <w:rsid w:val="009F3C5C"/>
    <w:rsid w:val="009F4610"/>
    <w:rsid w:val="009F7F6B"/>
    <w:rsid w:val="00A00ECC"/>
    <w:rsid w:val="00A0649B"/>
    <w:rsid w:val="00A07927"/>
    <w:rsid w:val="00A140FD"/>
    <w:rsid w:val="00A155EE"/>
    <w:rsid w:val="00A2245B"/>
    <w:rsid w:val="00A24E0B"/>
    <w:rsid w:val="00A30110"/>
    <w:rsid w:val="00A36899"/>
    <w:rsid w:val="00A371F6"/>
    <w:rsid w:val="00A41756"/>
    <w:rsid w:val="00A43BF6"/>
    <w:rsid w:val="00A5146A"/>
    <w:rsid w:val="00A53ADF"/>
    <w:rsid w:val="00A53FA5"/>
    <w:rsid w:val="00A54135"/>
    <w:rsid w:val="00A54817"/>
    <w:rsid w:val="00A54C9C"/>
    <w:rsid w:val="00A56C7D"/>
    <w:rsid w:val="00A601C8"/>
    <w:rsid w:val="00A60799"/>
    <w:rsid w:val="00A63301"/>
    <w:rsid w:val="00A64FC7"/>
    <w:rsid w:val="00A67744"/>
    <w:rsid w:val="00A75E25"/>
    <w:rsid w:val="00A76C16"/>
    <w:rsid w:val="00A811BB"/>
    <w:rsid w:val="00A84C85"/>
    <w:rsid w:val="00A97DE1"/>
    <w:rsid w:val="00AA20BA"/>
    <w:rsid w:val="00AA5F0E"/>
    <w:rsid w:val="00AA607E"/>
    <w:rsid w:val="00AA6A2A"/>
    <w:rsid w:val="00AA6E07"/>
    <w:rsid w:val="00AB053C"/>
    <w:rsid w:val="00AB1B25"/>
    <w:rsid w:val="00AC0D27"/>
    <w:rsid w:val="00AC4FB5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AF75FB"/>
    <w:rsid w:val="00B016C6"/>
    <w:rsid w:val="00B06142"/>
    <w:rsid w:val="00B135B1"/>
    <w:rsid w:val="00B13EAC"/>
    <w:rsid w:val="00B148BA"/>
    <w:rsid w:val="00B3130B"/>
    <w:rsid w:val="00B32405"/>
    <w:rsid w:val="00B40ADB"/>
    <w:rsid w:val="00B4221C"/>
    <w:rsid w:val="00B43051"/>
    <w:rsid w:val="00B43B77"/>
    <w:rsid w:val="00B43E80"/>
    <w:rsid w:val="00B52F26"/>
    <w:rsid w:val="00B603C5"/>
    <w:rsid w:val="00B607DB"/>
    <w:rsid w:val="00B632DB"/>
    <w:rsid w:val="00B66529"/>
    <w:rsid w:val="00B6714B"/>
    <w:rsid w:val="00B74966"/>
    <w:rsid w:val="00B7518E"/>
    <w:rsid w:val="00B75946"/>
    <w:rsid w:val="00B8056E"/>
    <w:rsid w:val="00B819C8"/>
    <w:rsid w:val="00B82308"/>
    <w:rsid w:val="00B90885"/>
    <w:rsid w:val="00B9587A"/>
    <w:rsid w:val="00BA2856"/>
    <w:rsid w:val="00BB520A"/>
    <w:rsid w:val="00BD1D9C"/>
    <w:rsid w:val="00BD3869"/>
    <w:rsid w:val="00BD66E9"/>
    <w:rsid w:val="00BD6FF4"/>
    <w:rsid w:val="00BD73BB"/>
    <w:rsid w:val="00BF1FF1"/>
    <w:rsid w:val="00BF2C41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543DE"/>
    <w:rsid w:val="00C56036"/>
    <w:rsid w:val="00C61DC5"/>
    <w:rsid w:val="00C67E92"/>
    <w:rsid w:val="00C70A26"/>
    <w:rsid w:val="00C70C0C"/>
    <w:rsid w:val="00C734C3"/>
    <w:rsid w:val="00C766DF"/>
    <w:rsid w:val="00C81D15"/>
    <w:rsid w:val="00C94B98"/>
    <w:rsid w:val="00CA2B96"/>
    <w:rsid w:val="00CA5089"/>
    <w:rsid w:val="00CA52DE"/>
    <w:rsid w:val="00CA56E5"/>
    <w:rsid w:val="00CD5033"/>
    <w:rsid w:val="00CD6897"/>
    <w:rsid w:val="00CD6B4C"/>
    <w:rsid w:val="00CE2D7F"/>
    <w:rsid w:val="00CE2EB5"/>
    <w:rsid w:val="00CE5BAC"/>
    <w:rsid w:val="00CF25BE"/>
    <w:rsid w:val="00CF78ED"/>
    <w:rsid w:val="00D02B25"/>
    <w:rsid w:val="00D02EBA"/>
    <w:rsid w:val="00D17C3C"/>
    <w:rsid w:val="00D20863"/>
    <w:rsid w:val="00D23809"/>
    <w:rsid w:val="00D26B2C"/>
    <w:rsid w:val="00D32C52"/>
    <w:rsid w:val="00D352C9"/>
    <w:rsid w:val="00D425B2"/>
    <w:rsid w:val="00D428D6"/>
    <w:rsid w:val="00D533A1"/>
    <w:rsid w:val="00D552B2"/>
    <w:rsid w:val="00D560DC"/>
    <w:rsid w:val="00D608D1"/>
    <w:rsid w:val="00D74119"/>
    <w:rsid w:val="00D8075B"/>
    <w:rsid w:val="00D8678B"/>
    <w:rsid w:val="00DA2114"/>
    <w:rsid w:val="00DB6B5B"/>
    <w:rsid w:val="00DC6E20"/>
    <w:rsid w:val="00DD324A"/>
    <w:rsid w:val="00DD4696"/>
    <w:rsid w:val="00DE09C0"/>
    <w:rsid w:val="00DE43C3"/>
    <w:rsid w:val="00DE4A14"/>
    <w:rsid w:val="00DF320D"/>
    <w:rsid w:val="00DF71C8"/>
    <w:rsid w:val="00E002D6"/>
    <w:rsid w:val="00E100B4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607"/>
    <w:rsid w:val="00E77E88"/>
    <w:rsid w:val="00E80636"/>
    <w:rsid w:val="00E8107D"/>
    <w:rsid w:val="00E832D7"/>
    <w:rsid w:val="00E85429"/>
    <w:rsid w:val="00E87CE6"/>
    <w:rsid w:val="00E960BB"/>
    <w:rsid w:val="00EA2074"/>
    <w:rsid w:val="00EA477A"/>
    <w:rsid w:val="00EA4832"/>
    <w:rsid w:val="00EA4E9D"/>
    <w:rsid w:val="00EA7F69"/>
    <w:rsid w:val="00EC4899"/>
    <w:rsid w:val="00ED03AB"/>
    <w:rsid w:val="00ED1085"/>
    <w:rsid w:val="00ED32D2"/>
    <w:rsid w:val="00ED334C"/>
    <w:rsid w:val="00EE32DE"/>
    <w:rsid w:val="00EE5457"/>
    <w:rsid w:val="00EF009B"/>
    <w:rsid w:val="00F0303A"/>
    <w:rsid w:val="00F0368B"/>
    <w:rsid w:val="00F070AB"/>
    <w:rsid w:val="00F17567"/>
    <w:rsid w:val="00F26BE3"/>
    <w:rsid w:val="00F27A7B"/>
    <w:rsid w:val="00F4644F"/>
    <w:rsid w:val="00F526AF"/>
    <w:rsid w:val="00F55C5D"/>
    <w:rsid w:val="00F617C3"/>
    <w:rsid w:val="00F7066B"/>
    <w:rsid w:val="00F74639"/>
    <w:rsid w:val="00F81D8A"/>
    <w:rsid w:val="00F83B28"/>
    <w:rsid w:val="00F86ADE"/>
    <w:rsid w:val="00F877AB"/>
    <w:rsid w:val="00F9155C"/>
    <w:rsid w:val="00F974DA"/>
    <w:rsid w:val="00FA46E5"/>
    <w:rsid w:val="00FB19E1"/>
    <w:rsid w:val="00FB7DBA"/>
    <w:rsid w:val="00FC1C25"/>
    <w:rsid w:val="00FC3F45"/>
    <w:rsid w:val="00FC5D7C"/>
    <w:rsid w:val="00FD1D5E"/>
    <w:rsid w:val="00FD503F"/>
    <w:rsid w:val="00FD7589"/>
    <w:rsid w:val="00FD7E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4721F-309B-4EA6-B15F-3B219955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1247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20</cp:revision>
  <cp:lastPrinted>2019-02-06T12:12:00Z</cp:lastPrinted>
  <dcterms:created xsi:type="dcterms:W3CDTF">2021-12-10T12:49:00Z</dcterms:created>
  <dcterms:modified xsi:type="dcterms:W3CDTF">2022-09-16T08:45:00Z</dcterms:modified>
</cp:coreProperties>
</file>